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rsidR="00A55F8D">
        <w:t>19.1</w:t>
      </w:r>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00A55F8D" w:rsidRPr="00A55F8D">
        <w:t>F18559</w:t>
      </w:r>
      <w:r w:rsidR="00F9315F">
        <w:t>-</w:t>
      </w:r>
      <w:r w:rsidR="00A55F8D" w:rsidRPr="00A55F8D">
        <w:t>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bookmarkStart w:id="0" w:name="_GoBack"/>
      <w:bookmarkEnd w:id="0"/>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A55F8D" w:rsidP="003D57A8">
      <w:pPr>
        <w:pStyle w:val="ReleaseDate"/>
        <w:rPr>
          <w:sz w:val="32"/>
        </w:rPr>
      </w:pPr>
      <w:r>
        <w:t>May 2019</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8"/>
          <w:footerReference w:type="first" r:id="rId9"/>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1B706F" w:rsidP="003D57A8">
      <w:pPr>
        <w:pStyle w:val="Disclaimer"/>
      </w:pPr>
      <w:r>
        <w:t>May 2019</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595FEE" w:rsidP="003D57A8">
      <w:pPr>
        <w:rPr>
          <w:rFonts w:ascii="Arial" w:hAnsi="Arial" w:cs="Arial"/>
          <w:noProof/>
          <w:sz w:val="16"/>
          <w:szCs w:val="16"/>
        </w:rPr>
      </w:pPr>
      <w:hyperlink r:id="rId10"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w:t>
      </w:r>
      <w:r w:rsidR="007E2745">
        <w:t>9</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1" w:name="toc"/>
      <w:bookmarkEnd w:id="1"/>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rsidP="00652163">
      <w:pPr>
        <w:pStyle w:val="TOC1"/>
        <w:tabs>
          <w:tab w:val="left" w:pos="480"/>
        </w:tabs>
        <w:spacing w:beforeLines="120" w:before="288" w:afterLines="120" w:after="288"/>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595FEE" w:rsidP="00652163">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595FEE" w:rsidP="00652163">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595FEE" w:rsidP="00652163">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595FEE" w:rsidP="00652163">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595FEE" w:rsidP="00652163">
      <w:pPr>
        <w:pStyle w:val="TOC2"/>
        <w:tabs>
          <w:tab w:val="left" w:pos="880"/>
          <w:tab w:val="right" w:leader="dot" w:pos="9350"/>
        </w:tabs>
        <w:spacing w:beforeLines="120" w:before="288" w:afterLines="120" w:after="288"/>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595FEE" w:rsidP="00652163">
      <w:pPr>
        <w:pStyle w:val="TOC1"/>
        <w:tabs>
          <w:tab w:val="left" w:pos="480"/>
        </w:tabs>
        <w:spacing w:beforeLines="120" w:before="288" w:afterLines="120" w:after="288"/>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652163">
      <w:pPr>
        <w:spacing w:beforeLines="120" w:before="288" w:afterLines="120" w:after="288"/>
        <w:rPr>
          <w:rFonts w:cs="Arial"/>
          <w:b/>
          <w:sz w:val="32"/>
        </w:rPr>
        <w:sectPr w:rsidR="003D57A8" w:rsidRPr="000841FB" w:rsidSect="00567454">
          <w:headerReference w:type="default" r:id="rId11"/>
          <w:footerReference w:type="default" r:id="rId12"/>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2" w:name="_Toc471119161"/>
      <w:bookmarkStart w:id="3" w:name="_Toc476124643"/>
      <w:bookmarkStart w:id="4" w:name="_Toc476139541"/>
      <w:bookmarkStart w:id="5" w:name="_Toc491725559"/>
      <w:bookmarkStart w:id="6" w:name="_Toc521074381"/>
      <w:r w:rsidRPr="002F533B">
        <w:lastRenderedPageBreak/>
        <w:t>Preface</w:t>
      </w:r>
      <w:bookmarkEnd w:id="2"/>
      <w:bookmarkEnd w:id="3"/>
      <w:bookmarkEnd w:id="4"/>
      <w:bookmarkEnd w:id="5"/>
      <w:bookmarkEnd w:id="6"/>
      <w:r w:rsidRPr="00163FA3">
        <w:t xml:space="preserve"> </w:t>
      </w:r>
    </w:p>
    <w:p w:rsidR="003D57A8" w:rsidRPr="00135D4F" w:rsidRDefault="003D57A8" w:rsidP="003D57A8">
      <w:pPr>
        <w:pStyle w:val="UMh2"/>
        <w:numPr>
          <w:ilvl w:val="1"/>
          <w:numId w:val="13"/>
        </w:numPr>
      </w:pPr>
      <w:bookmarkStart w:id="7" w:name="_Toc476139542"/>
      <w:bookmarkStart w:id="8" w:name="_Toc521074382"/>
      <w:r w:rsidRPr="002F533B">
        <w:t>Intended</w:t>
      </w:r>
      <w:r w:rsidRPr="00135D4F">
        <w:t xml:space="preserve"> Audience</w:t>
      </w:r>
      <w:bookmarkEnd w:id="7"/>
      <w:bookmarkEnd w:id="8"/>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9" w:name="_Toc476139543"/>
      <w:bookmarkStart w:id="10" w:name="_Toc521074383"/>
      <w:r w:rsidRPr="00135D4F">
        <w:t>Documentation Accessibility</w:t>
      </w:r>
      <w:bookmarkEnd w:id="9"/>
      <w:bookmarkEnd w:id="10"/>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3"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1" w:name="_Toc476139544"/>
      <w:bookmarkStart w:id="12" w:name="_Toc521074384"/>
      <w:r>
        <w:t xml:space="preserve">Access to Oracle </w:t>
      </w:r>
      <w:r w:rsidRPr="001E3FB9">
        <w:t>Support</w:t>
      </w:r>
      <w:bookmarkEnd w:id="11"/>
      <w:bookmarkEnd w:id="12"/>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3" w:name="_Toc476139545"/>
      <w:bookmarkStart w:id="14" w:name="_Toc521074385"/>
      <w:r w:rsidRPr="00135D4F">
        <w:t>Structure</w:t>
      </w:r>
      <w:bookmarkEnd w:id="13"/>
      <w:bookmarkEnd w:id="14"/>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5" w:name="_Toc476139546"/>
      <w:bookmarkStart w:id="16" w:name="_Toc521074386"/>
      <w:r w:rsidRPr="00135D4F">
        <w:t>Related Information Sources</w:t>
      </w:r>
      <w:bookmarkEnd w:id="15"/>
      <w:bookmarkEnd w:id="16"/>
    </w:p>
    <w:p w:rsidR="003D57A8" w:rsidRPr="00336B0A" w:rsidRDefault="003D57A8" w:rsidP="003D57A8">
      <w:pPr>
        <w:pStyle w:val="pBodyParagraph"/>
      </w:pPr>
      <w:r w:rsidRPr="00336B0A">
        <w:t xml:space="preserve">For more information on Oracle Banking </w:t>
      </w:r>
      <w:r>
        <w:t>APIs</w:t>
      </w:r>
      <w:r w:rsidRPr="00336B0A">
        <w:t xml:space="preserve"> Release </w:t>
      </w:r>
      <w:r w:rsidR="007E2745">
        <w:t>19.1</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4"/>
          <w:pgSz w:w="11906" w:h="16838"/>
          <w:pgMar w:top="1440" w:right="1440" w:bottom="1440" w:left="1440" w:header="708" w:footer="708" w:gutter="0"/>
          <w:cols w:space="708"/>
          <w:docGrid w:linePitch="360"/>
        </w:sectPr>
      </w:pPr>
    </w:p>
    <w:p w:rsidR="0030255F" w:rsidRDefault="0030255F" w:rsidP="003D57A8">
      <w:pPr>
        <w:pStyle w:val="UMH1"/>
      </w:pPr>
      <w:bookmarkStart w:id="17" w:name="_Toc521074387"/>
      <w:r>
        <w:lastRenderedPageBreak/>
        <w:t>Guide For Hosting Swagger UI Locally</w:t>
      </w:r>
      <w:bookmarkEnd w:id="17"/>
    </w:p>
    <w:p w:rsidR="0030255F" w:rsidRDefault="0030255F" w:rsidP="003D57A8">
      <w:pPr>
        <w:pStyle w:val="liProcedure"/>
      </w:pPr>
      <w:r>
        <w:t xml:space="preserve">First Go to the URL </w:t>
      </w:r>
      <w:hyperlink r:id="rId15" w:history="1">
        <w:r w:rsidR="00517D4A" w:rsidRPr="00E633E7">
          <w:rPr>
            <w:rStyle w:val="Hyperlink"/>
          </w:rPr>
          <w:t>https://docs.oracle.com/cd/E97825_01/homepage.htm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7"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4"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pPr>
      <w:r>
        <w:lastRenderedPageBreak/>
        <w:t xml:space="preserve">Open URL </w:t>
      </w:r>
      <w:hyperlink r:id="rId30" w:history="1">
        <w:r w:rsidRPr="002A4A7E">
          <w:rPr>
            <w:rStyle w:val="Hyperlink"/>
            <w:szCs w:val="20"/>
          </w:rPr>
          <w:t>http://127.0.0.1:8080/obapi/index.html</w:t>
        </w:r>
      </w:hyperlink>
      <w:r>
        <w:t xml:space="preserve"> in browser-</w:t>
      </w:r>
    </w:p>
    <w:p w:rsidR="00BA5B23" w:rsidRDefault="00A005D2" w:rsidP="00BA5B23">
      <w:pPr>
        <w:pStyle w:val="liProcedure"/>
        <w:numPr>
          <w:ilvl w:val="0"/>
          <w:numId w:val="0"/>
        </w:numPr>
        <w:ind w:left="1211" w:hanging="360"/>
      </w:pPr>
      <w:r>
        <w:rPr>
          <w:noProof/>
        </w:rPr>
        <w:drawing>
          <wp:inline distT="0" distB="0" distL="0" distR="0" wp14:anchorId="788FBB40" wp14:editId="6C0693EF">
            <wp:extent cx="5731510" cy="3083748"/>
            <wp:effectExtent l="0" t="0" r="254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731510" cy="3083748"/>
                    </a:xfrm>
                    <a:prstGeom prst="rect">
                      <a:avLst/>
                    </a:prstGeom>
                  </pic:spPr>
                </pic:pic>
              </a:graphicData>
            </a:graphic>
          </wp:inline>
        </w:drawing>
      </w:r>
    </w:p>
    <w:p w:rsidR="004C3476" w:rsidRDefault="004C3476" w:rsidP="00BA5B23">
      <w:pPr>
        <w:pStyle w:val="liProcedure"/>
        <w:numPr>
          <w:ilvl w:val="0"/>
          <w:numId w:val="0"/>
        </w:numPr>
        <w:ind w:left="1211" w:hanging="360"/>
      </w:pPr>
    </w:p>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2" w:history="1">
        <w:r w:rsidRPr="00E633E7">
          <w:rPr>
            <w:rStyle w:val="Hyperlink"/>
          </w:rPr>
          <w:t>http://127.0.0.1:8080/swagger/ui/index.html</w:t>
        </w:r>
      </w:hyperlink>
      <w:r>
        <w:t xml:space="preserve"> in browser-</w:t>
      </w:r>
    </w:p>
    <w:p w:rsidR="0030255F" w:rsidRDefault="0030255F" w:rsidP="004F65D9">
      <w:pPr>
        <w:pStyle w:val="pImage"/>
      </w:pPr>
      <w:r>
        <w:rPr>
          <w:noProof/>
        </w:rPr>
        <w:drawing>
          <wp:inline distT="0" distB="0" distL="0" distR="0" wp14:anchorId="4046295E" wp14:editId="4AD7349F">
            <wp:extent cx="5731510" cy="3445642"/>
            <wp:effectExtent l="19050" t="19050" r="21590" b="215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731510" cy="3445642"/>
                    </a:xfrm>
                    <a:prstGeom prst="rect">
                      <a:avLst/>
                    </a:prstGeom>
                    <a:ln>
                      <a:solidFill>
                        <a:schemeClr val="tx1"/>
                      </a:solidFill>
                    </a:ln>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FEE" w:rsidRDefault="00595FEE" w:rsidP="0030255F">
      <w:pPr>
        <w:spacing w:after="0" w:line="240" w:lineRule="auto"/>
      </w:pPr>
      <w:r>
        <w:separator/>
      </w:r>
    </w:p>
  </w:endnote>
  <w:endnote w:type="continuationSeparator" w:id="0">
    <w:p w:rsidR="00595FEE" w:rsidRDefault="00595FEE"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315F">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315F">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315F">
            <w:rPr>
              <w:rFonts w:ascii="Arial" w:hAnsi="Arial" w:cs="Arial"/>
              <w:noProof/>
              <w:sz w:val="16"/>
              <w:szCs w:val="16"/>
            </w:rPr>
            <w:t>11</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F9315F">
            <w:t>11</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FEE" w:rsidRDefault="00595FEE" w:rsidP="0030255F">
      <w:pPr>
        <w:spacing w:after="0" w:line="240" w:lineRule="auto"/>
      </w:pPr>
      <w:r>
        <w:separator/>
      </w:r>
    </w:p>
  </w:footnote>
  <w:footnote w:type="continuationSeparator" w:id="0">
    <w:p w:rsidR="00595FEE" w:rsidRDefault="00595FEE"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F9315F">
      <w:rPr>
        <w:noProof/>
      </w:rPr>
      <w:t>Guide For Hosting Swagger UI Locally</w:t>
    </w:r>
    <w:r>
      <w:rPr>
        <w:noProof/>
      </w:rPr>
      <w:fldChar w:fldCharType="end"/>
    </w:r>
  </w:p>
  <w:p w:rsidR="003D57A8" w:rsidRDefault="003D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B706F"/>
    <w:rsid w:val="001E5DEC"/>
    <w:rsid w:val="00225491"/>
    <w:rsid w:val="002C1C70"/>
    <w:rsid w:val="002D0123"/>
    <w:rsid w:val="002F5D5B"/>
    <w:rsid w:val="0030255F"/>
    <w:rsid w:val="00321849"/>
    <w:rsid w:val="00326401"/>
    <w:rsid w:val="003A5A16"/>
    <w:rsid w:val="003B5085"/>
    <w:rsid w:val="003D57A8"/>
    <w:rsid w:val="003E453A"/>
    <w:rsid w:val="00407AF4"/>
    <w:rsid w:val="00457769"/>
    <w:rsid w:val="004C3476"/>
    <w:rsid w:val="004F65D9"/>
    <w:rsid w:val="00517D4A"/>
    <w:rsid w:val="00541E7A"/>
    <w:rsid w:val="00595FEE"/>
    <w:rsid w:val="005B01D9"/>
    <w:rsid w:val="0064230D"/>
    <w:rsid w:val="00652163"/>
    <w:rsid w:val="00696308"/>
    <w:rsid w:val="006970E6"/>
    <w:rsid w:val="00706743"/>
    <w:rsid w:val="00726594"/>
    <w:rsid w:val="00777C2E"/>
    <w:rsid w:val="007E2745"/>
    <w:rsid w:val="00941F17"/>
    <w:rsid w:val="009518C5"/>
    <w:rsid w:val="009B522D"/>
    <w:rsid w:val="00A005D2"/>
    <w:rsid w:val="00A0695B"/>
    <w:rsid w:val="00A55F8D"/>
    <w:rsid w:val="00BA5B23"/>
    <w:rsid w:val="00C41CF7"/>
    <w:rsid w:val="00D37B55"/>
    <w:rsid w:val="00DF037B"/>
    <w:rsid w:val="00F0180F"/>
    <w:rsid w:val="00F60C50"/>
    <w:rsid w:val="00F70C1C"/>
    <w:rsid w:val="00F9315F"/>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87F58"/>
  <w15:docId w15:val="{16257D48-BAE2-4E98-A727-B9EC4D9B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racle.com/pls/topic/lookup?ctx=acc&amp;id=docacc" TargetMode="External"/><Relationship Id="rId18" Type="http://schemas.openxmlformats.org/officeDocument/2006/relationships/image" Target="media/image3.png"/><Relationship Id="rId26"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s://nodejs.org/en/" TargetMode="External"/><Relationship Id="rId25" Type="http://schemas.openxmlformats.org/officeDocument/2006/relationships/image" Target="media/image9.png"/><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pn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proxy-idc.in.oracle.com:80" TargetMode="External"/><Relationship Id="rId32" Type="http://schemas.openxmlformats.org/officeDocument/2006/relationships/hyperlink" Target="http://127.0.0.1:8080/swagger/ui/index.html" TargetMode="External"/><Relationship Id="rId5" Type="http://schemas.openxmlformats.org/officeDocument/2006/relationships/footnotes" Target="footnotes.xml"/><Relationship Id="rId15" Type="http://schemas.openxmlformats.org/officeDocument/2006/relationships/hyperlink" Target="https://docs.oracle.com/cd/E97825_01/homepage.htm" TargetMode="External"/><Relationship Id="rId23" Type="http://schemas.openxmlformats.org/officeDocument/2006/relationships/image" Target="media/image8.png"/><Relationship Id="rId28" Type="http://schemas.openxmlformats.org/officeDocument/2006/relationships/image" Target="media/image12.png"/><Relationship Id="rId10" Type="http://schemas.openxmlformats.org/officeDocument/2006/relationships/hyperlink" Target="http://www.oracle.com/financialservices/" TargetMode="External"/><Relationship Id="rId19" Type="http://schemas.openxmlformats.org/officeDocument/2006/relationships/image" Target="media/image4.png"/><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yperlink" Target="http://127.0.0.1:8080/obapi/index.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194</TotalTime>
  <Pages>11</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Oracle Banking APIs Local Swagger UI Setup Guide</vt:lpstr>
    </vt:vector>
  </TitlesOfParts>
  <Company>OFSS</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Banking APIs Local Swagger UI Setup Guide</dc:title>
  <dc:creator>OFSS</dc:creator>
  <cp:lastModifiedBy>Megha Daga</cp:lastModifiedBy>
  <cp:revision>24</cp:revision>
  <dcterms:created xsi:type="dcterms:W3CDTF">2018-08-01T10:47:00Z</dcterms:created>
  <dcterms:modified xsi:type="dcterms:W3CDTF">2020-06-05T04:57:00Z</dcterms:modified>
</cp:coreProperties>
</file>