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rsidR="00DA65A3">
        <w:t>22.2</w:t>
      </w:r>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DA65A3">
        <w:t>F72988</w:t>
      </w:r>
      <w:r w:rsidRPr="009E6998">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DA65A3" w:rsidP="003D57A8">
      <w:pPr>
        <w:pStyle w:val="ReleaseDate"/>
        <w:rPr>
          <w:sz w:val="32"/>
        </w:rPr>
      </w:pPr>
      <w:r>
        <w:t>November 2022</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DA65A3" w:rsidP="003D57A8">
      <w:pPr>
        <w:pStyle w:val="Disclaimer"/>
      </w:pPr>
      <w:r>
        <w:t>November 2022</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362672"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w:t>
      </w:r>
      <w:r w:rsidR="00DA65A3">
        <w:t>22</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362672">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362672">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362672">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362672">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362672">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362672">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1" w:name="_Toc471119161"/>
      <w:bookmarkStart w:id="2" w:name="_Toc476124643"/>
      <w:bookmarkStart w:id="3" w:name="_Toc476139541"/>
      <w:bookmarkStart w:id="4" w:name="_Toc491725559"/>
      <w:bookmarkStart w:id="5" w:name="_Toc521074381"/>
      <w:r w:rsidRPr="002F533B">
        <w:lastRenderedPageBreak/>
        <w:t>Preface</w:t>
      </w:r>
      <w:bookmarkEnd w:id="1"/>
      <w:bookmarkEnd w:id="2"/>
      <w:bookmarkEnd w:id="3"/>
      <w:bookmarkEnd w:id="4"/>
      <w:bookmarkEnd w:id="5"/>
      <w:r w:rsidRPr="00163FA3">
        <w:t xml:space="preserve"> </w:t>
      </w:r>
    </w:p>
    <w:p w:rsidR="003D57A8" w:rsidRPr="00135D4F" w:rsidRDefault="003D57A8" w:rsidP="003D57A8">
      <w:pPr>
        <w:pStyle w:val="UMh2"/>
        <w:numPr>
          <w:ilvl w:val="1"/>
          <w:numId w:val="13"/>
        </w:numPr>
      </w:pPr>
      <w:bookmarkStart w:id="6" w:name="_Toc476139542"/>
      <w:bookmarkStart w:id="7" w:name="_Toc521074382"/>
      <w:r w:rsidRPr="002F533B">
        <w:t>Intended</w:t>
      </w:r>
      <w:r w:rsidRPr="00135D4F">
        <w:t xml:space="preserve"> Audience</w:t>
      </w:r>
      <w:bookmarkEnd w:id="6"/>
      <w:bookmarkEnd w:id="7"/>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8" w:name="_Toc476139543"/>
      <w:bookmarkStart w:id="9" w:name="_Toc521074383"/>
      <w:r w:rsidRPr="00135D4F">
        <w:t>Documentation Accessibility</w:t>
      </w:r>
      <w:bookmarkEnd w:id="8"/>
      <w:bookmarkEnd w:id="9"/>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0" w:name="_Toc476139544"/>
      <w:bookmarkStart w:id="11" w:name="_Toc521074384"/>
      <w:r>
        <w:t xml:space="preserve">Access to Oracle </w:t>
      </w:r>
      <w:r w:rsidRPr="001E3FB9">
        <w:t>Support</w:t>
      </w:r>
      <w:bookmarkEnd w:id="10"/>
      <w:bookmarkEnd w:id="11"/>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2" w:name="_Toc476139545"/>
      <w:bookmarkStart w:id="13" w:name="_Toc521074385"/>
      <w:r w:rsidRPr="00135D4F">
        <w:t>Structure</w:t>
      </w:r>
      <w:bookmarkEnd w:id="12"/>
      <w:bookmarkEnd w:id="13"/>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4" w:name="_Toc476139546"/>
      <w:bookmarkStart w:id="15" w:name="_Toc521074386"/>
      <w:r w:rsidRPr="00135D4F">
        <w:t>Related Information Sources</w:t>
      </w:r>
      <w:bookmarkEnd w:id="14"/>
      <w:bookmarkEnd w:id="15"/>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6" w:name="_Toc521074387"/>
      <w:r>
        <w:lastRenderedPageBreak/>
        <w:t>Guide For Hosting Swagger UI Locally</w:t>
      </w:r>
      <w:bookmarkEnd w:id="16"/>
    </w:p>
    <w:p w:rsidR="0030255F" w:rsidRDefault="0030255F" w:rsidP="00DA65A3">
      <w:pPr>
        <w:pStyle w:val="liProcedure"/>
      </w:pPr>
      <w:r>
        <w:t xml:space="preserve">First Go to the URL </w:t>
      </w:r>
      <w:hyperlink r:id="rId15" w:history="1">
        <w:r w:rsidR="00517D4A" w:rsidRPr="00E633E7">
          <w:rPr>
            <w:rStyle w:val="Hyperlink"/>
          </w:rPr>
          <w:t>https://docs.oracle.com/cd/</w:t>
        </w:r>
        <w:r w:rsidR="00DA65A3" w:rsidRPr="00DA65A3">
          <w:rPr>
            <w:rStyle w:val="Hyperlink"/>
          </w:rPr>
          <w:t>F72988</w:t>
        </w:r>
        <w:bookmarkStart w:id="17" w:name="_GoBack"/>
        <w:bookmarkEnd w:id="17"/>
        <w:r w:rsidR="00517D4A" w:rsidRPr="00E633E7">
          <w:rPr>
            <w:rStyle w:val="Hyperlink"/>
          </w:rPr>
          <w:t>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0" w:history="1">
        <w:r w:rsidRPr="00E633E7">
          <w:rPr>
            <w:rStyle w:val="Hyperlink"/>
          </w:rPr>
          <w:t>http://127.0.0.1:8080/swagger/ui/index.html</w:t>
        </w:r>
      </w:hyperlink>
      <w:r>
        <w:t xml:space="preserve"> in browser-</w:t>
      </w:r>
    </w:p>
    <w:p w:rsidR="0030255F" w:rsidRDefault="008A424E" w:rsidP="004F65D9">
      <w:pPr>
        <w:pStyle w:val="pImage"/>
      </w:pPr>
      <w:r>
        <w:rPr>
          <w:noProof/>
        </w:rPr>
        <w:drawing>
          <wp:inline distT="0" distB="0" distL="0" distR="0" wp14:anchorId="0A651ED1" wp14:editId="03C2FE00">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672" w:rsidRDefault="00362672" w:rsidP="0030255F">
      <w:pPr>
        <w:spacing w:after="0" w:line="240" w:lineRule="auto"/>
      </w:pPr>
      <w:r>
        <w:separator/>
      </w:r>
    </w:p>
  </w:endnote>
  <w:endnote w:type="continuationSeparator" w:id="0">
    <w:p w:rsidR="00362672" w:rsidRDefault="00362672"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DA65A3">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DA65A3">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DA65A3">
            <w:rPr>
              <w:rFonts w:ascii="Arial" w:hAnsi="Arial" w:cs="Arial"/>
              <w:noProof/>
              <w:sz w:val="16"/>
              <w:szCs w:val="16"/>
            </w:rPr>
            <w:t>5</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DA65A3">
            <w:t>5</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672" w:rsidRDefault="00362672" w:rsidP="0030255F">
      <w:pPr>
        <w:spacing w:after="0" w:line="240" w:lineRule="auto"/>
      </w:pPr>
      <w:r>
        <w:separator/>
      </w:r>
    </w:p>
  </w:footnote>
  <w:footnote w:type="continuationSeparator" w:id="0">
    <w:p w:rsidR="00362672" w:rsidRDefault="00362672"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DA65A3">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E5DEC"/>
    <w:rsid w:val="00225491"/>
    <w:rsid w:val="002C1C70"/>
    <w:rsid w:val="002D0123"/>
    <w:rsid w:val="002F5D5B"/>
    <w:rsid w:val="0030255F"/>
    <w:rsid w:val="00321849"/>
    <w:rsid w:val="00326401"/>
    <w:rsid w:val="00362672"/>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A424E"/>
    <w:rsid w:val="00941F17"/>
    <w:rsid w:val="009518C5"/>
    <w:rsid w:val="009B522D"/>
    <w:rsid w:val="00A005D2"/>
    <w:rsid w:val="00A0695B"/>
    <w:rsid w:val="00BA5B23"/>
    <w:rsid w:val="00C41CF7"/>
    <w:rsid w:val="00D37B55"/>
    <w:rsid w:val="00DA65A3"/>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14DD7"/>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cs.oracle.com/cd/E97825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swagger/ui/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257</TotalTime>
  <Pages>1</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22</cp:revision>
  <dcterms:created xsi:type="dcterms:W3CDTF">2018-08-01T10:47:00Z</dcterms:created>
  <dcterms:modified xsi:type="dcterms:W3CDTF">2022-12-07T07:03:00Z</dcterms:modified>
</cp:coreProperties>
</file>